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D6BE5" w14:textId="77777777" w:rsidR="007E331F" w:rsidRPr="00E317C0" w:rsidRDefault="007E331F" w:rsidP="00193F60">
      <w:pPr>
        <w:pStyle w:val="Nagwek4"/>
        <w:spacing w:before="0" w:after="480"/>
        <w:jc w:val="right"/>
        <w:rPr>
          <w:rFonts w:ascii="Times New Roman" w:hAnsi="Times New Roman"/>
          <w:sz w:val="24"/>
          <w:szCs w:val="24"/>
        </w:rPr>
      </w:pPr>
      <w:r w:rsidRPr="00E317C0">
        <w:rPr>
          <w:rFonts w:ascii="Times New Roman" w:hAnsi="Times New Roman"/>
          <w:b w:val="0"/>
          <w:sz w:val="24"/>
          <w:szCs w:val="24"/>
        </w:rPr>
        <w:t xml:space="preserve">Załącznik nr </w:t>
      </w:r>
      <w:r w:rsidR="005A3C22" w:rsidRPr="005A3C22">
        <w:rPr>
          <w:rFonts w:ascii="Times New Roman" w:hAnsi="Times New Roman"/>
          <w:sz w:val="24"/>
          <w:szCs w:val="24"/>
        </w:rPr>
        <w:t>1</w:t>
      </w:r>
      <w:r w:rsidRPr="00E317C0">
        <w:rPr>
          <w:rFonts w:ascii="Times New Roman" w:hAnsi="Times New Roman"/>
          <w:sz w:val="24"/>
          <w:szCs w:val="24"/>
        </w:rPr>
        <w:t xml:space="preserve"> </w:t>
      </w:r>
      <w:r w:rsidRPr="00E317C0">
        <w:rPr>
          <w:rFonts w:ascii="Times New Roman" w:hAnsi="Times New Roman"/>
          <w:b w:val="0"/>
          <w:sz w:val="24"/>
          <w:szCs w:val="24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E317C0" w14:paraId="6BA335A2" w14:textId="77777777" w:rsidTr="005844F6">
        <w:tc>
          <w:tcPr>
            <w:tcW w:w="9104" w:type="dxa"/>
            <w:shd w:val="clear" w:color="auto" w:fill="F2F2F2"/>
          </w:tcPr>
          <w:p w14:paraId="504113D8" w14:textId="77777777" w:rsidR="00F31EAC" w:rsidRPr="00E317C0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32"/>
                <w:szCs w:val="32"/>
              </w:rPr>
            </w:pPr>
            <w:r w:rsidRPr="00E317C0">
              <w:rPr>
                <w:bCs/>
                <w:sz w:val="32"/>
                <w:szCs w:val="32"/>
              </w:rPr>
              <w:t>OFERT</w:t>
            </w:r>
            <w:r w:rsidR="00140C27" w:rsidRPr="00E317C0">
              <w:rPr>
                <w:bCs/>
                <w:sz w:val="32"/>
                <w:szCs w:val="32"/>
              </w:rPr>
              <w:t>A</w:t>
            </w:r>
          </w:p>
        </w:tc>
      </w:tr>
    </w:tbl>
    <w:p w14:paraId="4A5C4319" w14:textId="77777777" w:rsidR="00F05F97" w:rsidRDefault="00556DAA" w:rsidP="00F05F97">
      <w:pPr>
        <w:pStyle w:val="pkt"/>
        <w:spacing w:beforeLines="60" w:before="144" w:afterLines="60" w:after="144"/>
        <w:ind w:left="3969" w:firstLine="0"/>
        <w:rPr>
          <w:b/>
        </w:rPr>
      </w:pPr>
      <w:r>
        <w:rPr>
          <w:b/>
          <w:bCs/>
        </w:rPr>
        <w:br/>
      </w:r>
      <w:r w:rsidR="00F05F97">
        <w:rPr>
          <w:b/>
        </w:rPr>
        <w:t>Gliwice – miasto na prawach powiatu</w:t>
      </w:r>
    </w:p>
    <w:p w14:paraId="5086E402" w14:textId="760E9416" w:rsidR="00F05F97" w:rsidRDefault="001320D2" w:rsidP="00F05F97">
      <w:pPr>
        <w:pStyle w:val="pkt"/>
        <w:spacing w:beforeLines="60" w:before="144" w:afterLines="60" w:after="144"/>
        <w:ind w:left="3969" w:firstLine="0"/>
        <w:rPr>
          <w:bCs/>
        </w:rPr>
      </w:pPr>
      <w:r>
        <w:rPr>
          <w:bCs/>
        </w:rPr>
        <w:t xml:space="preserve">ul. </w:t>
      </w:r>
      <w:r w:rsidR="00F05F97">
        <w:rPr>
          <w:bCs/>
        </w:rPr>
        <w:t>Zwycięstwa 21</w:t>
      </w:r>
    </w:p>
    <w:p w14:paraId="61E5F6F8" w14:textId="77777777" w:rsidR="00F05F97" w:rsidRDefault="00F05F97" w:rsidP="00F05F97">
      <w:pPr>
        <w:pStyle w:val="pkt"/>
        <w:spacing w:beforeLines="60" w:before="144" w:afterLines="60" w:after="144"/>
        <w:ind w:left="3969" w:firstLine="0"/>
        <w:rPr>
          <w:bCs/>
        </w:rPr>
      </w:pPr>
      <w:r w:rsidRPr="004A0DA6">
        <w:rPr>
          <w:bCs/>
        </w:rPr>
        <w:t>44-100</w:t>
      </w:r>
      <w:r>
        <w:rPr>
          <w:bCs/>
        </w:rPr>
        <w:t xml:space="preserve"> </w:t>
      </w:r>
      <w:r w:rsidRPr="004A0DA6">
        <w:rPr>
          <w:bCs/>
        </w:rPr>
        <w:t>Gliwice</w:t>
      </w:r>
    </w:p>
    <w:p w14:paraId="4E25EDFC" w14:textId="77777777" w:rsidR="008A1BC4" w:rsidRDefault="008A1BC4" w:rsidP="008A1BC4">
      <w:pPr>
        <w:pStyle w:val="pkt"/>
        <w:spacing w:beforeLines="60" w:before="144" w:afterLines="60" w:after="144"/>
        <w:ind w:left="3969" w:firstLine="0"/>
        <w:rPr>
          <w:bCs/>
        </w:rPr>
      </w:pPr>
      <w:r>
        <w:rPr>
          <w:bCs/>
        </w:rPr>
        <w:t xml:space="preserve">Na rzecz którego działa Pełnomocnik: </w:t>
      </w:r>
    </w:p>
    <w:p w14:paraId="2027C4ED" w14:textId="77777777" w:rsidR="008A1BC4" w:rsidRDefault="008A1BC4" w:rsidP="008A1BC4">
      <w:pPr>
        <w:pStyle w:val="pkt"/>
        <w:spacing w:beforeLines="60" w:before="144" w:afterLines="60" w:after="144"/>
        <w:ind w:left="3969" w:firstLine="0"/>
        <w:rPr>
          <w:bCs/>
        </w:rPr>
      </w:pPr>
      <w:r>
        <w:rPr>
          <w:bCs/>
        </w:rPr>
        <w:t>Szpital Miejski w Gliwicach Sp. z o.o.</w:t>
      </w:r>
    </w:p>
    <w:p w14:paraId="30BA6C8C" w14:textId="77777777" w:rsidR="008A1BC4" w:rsidRDefault="008A1BC4" w:rsidP="008A1BC4">
      <w:pPr>
        <w:pStyle w:val="pkt"/>
        <w:spacing w:beforeLines="60" w:before="144" w:afterLines="60" w:after="144"/>
        <w:ind w:left="3969" w:firstLine="0"/>
        <w:rPr>
          <w:bCs/>
        </w:rPr>
      </w:pPr>
      <w:r>
        <w:rPr>
          <w:bCs/>
        </w:rPr>
        <w:t xml:space="preserve">ul. Zygmunta Starego 20 </w:t>
      </w:r>
    </w:p>
    <w:p w14:paraId="5F8D6343" w14:textId="1DD84A9E" w:rsidR="008A1BC4" w:rsidRDefault="008A1BC4" w:rsidP="001320D2">
      <w:pPr>
        <w:pStyle w:val="pkt"/>
        <w:spacing w:beforeLines="60" w:before="144" w:afterLines="60" w:after="144"/>
        <w:ind w:left="3969" w:firstLine="0"/>
        <w:rPr>
          <w:b/>
        </w:rPr>
      </w:pPr>
      <w:r>
        <w:rPr>
          <w:bCs/>
        </w:rPr>
        <w:t xml:space="preserve">44-100 Gliwice </w:t>
      </w:r>
    </w:p>
    <w:p w14:paraId="52B73B06" w14:textId="06FC602E" w:rsidR="00F31EAC" w:rsidRPr="00E317C0" w:rsidRDefault="002E612D" w:rsidP="00F05F97">
      <w:pPr>
        <w:spacing w:before="480" w:line="360" w:lineRule="auto"/>
      </w:pPr>
      <w:r w:rsidRPr="00E317C0">
        <w:t>Nawiązując do</w:t>
      </w:r>
      <w:r w:rsidR="00AA39D6" w:rsidRPr="00E317C0">
        <w:t xml:space="preserve"> toczącego się </w:t>
      </w:r>
      <w:r w:rsidRPr="00E317C0">
        <w:t>postępowania o udzielenie zamówienia publicznego</w:t>
      </w:r>
      <w:r w:rsidR="00140C27" w:rsidRPr="00E317C0"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48"/>
        <w:gridCol w:w="6716"/>
      </w:tblGrid>
      <w:tr w:rsidR="00140C27" w:rsidRPr="00E317C0" w14:paraId="3A5B4257" w14:textId="77777777">
        <w:tc>
          <w:tcPr>
            <w:tcW w:w="2268" w:type="dxa"/>
          </w:tcPr>
          <w:p w14:paraId="5A604126" w14:textId="77777777" w:rsidR="00140C27" w:rsidRPr="00E317C0" w:rsidRDefault="00140C27" w:rsidP="00140C27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</w:pPr>
            <w:r w:rsidRPr="00E317C0">
              <w:t>Nazwa zamówienia:</w:t>
            </w:r>
          </w:p>
        </w:tc>
        <w:tc>
          <w:tcPr>
            <w:tcW w:w="6834" w:type="dxa"/>
          </w:tcPr>
          <w:p w14:paraId="39B04531" w14:textId="0E4C56B1" w:rsidR="00140C27" w:rsidRPr="00E317C0" w:rsidRDefault="001320D2" w:rsidP="00140C2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bCs/>
              </w:rPr>
            </w:pPr>
            <w:r w:rsidRPr="001320D2">
              <w:rPr>
                <w:bCs/>
              </w:rPr>
              <w:t xml:space="preserve">Dostawa </w:t>
            </w:r>
            <w:r w:rsidR="00682845">
              <w:rPr>
                <w:bCs/>
              </w:rPr>
              <w:t>miniładowarki</w:t>
            </w:r>
          </w:p>
        </w:tc>
      </w:tr>
      <w:tr w:rsidR="005A3C22" w:rsidRPr="00E317C0" w14:paraId="560067FE" w14:textId="77777777" w:rsidTr="00EF6AF7">
        <w:tc>
          <w:tcPr>
            <w:tcW w:w="2268" w:type="dxa"/>
          </w:tcPr>
          <w:p w14:paraId="5A0CDFC4" w14:textId="77777777" w:rsidR="005A3C22" w:rsidRPr="00E317C0" w:rsidRDefault="005A3C22" w:rsidP="00EF6AF7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</w:pPr>
            <w:r w:rsidRPr="00E317C0">
              <w:t>Numer referencyjny:</w:t>
            </w:r>
          </w:p>
        </w:tc>
        <w:tc>
          <w:tcPr>
            <w:tcW w:w="6834" w:type="dxa"/>
          </w:tcPr>
          <w:p w14:paraId="3AF14C14" w14:textId="3AA61476" w:rsidR="005A3C22" w:rsidRPr="00E317C0" w:rsidRDefault="008D04A2" w:rsidP="00EF6AF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70</w:t>
            </w:r>
            <w:r w:rsidR="005A3C22" w:rsidRPr="008A1BC4">
              <w:rPr>
                <w:bCs/>
              </w:rPr>
              <w:t>-P-25</w:t>
            </w:r>
          </w:p>
        </w:tc>
      </w:tr>
    </w:tbl>
    <w:p w14:paraId="68A2551C" w14:textId="77777777" w:rsidR="00AA39D6" w:rsidRPr="00E317C0" w:rsidRDefault="00AA39D6" w:rsidP="00EB7584">
      <w:pPr>
        <w:spacing w:before="240" w:after="240" w:line="276" w:lineRule="auto"/>
        <w:jc w:val="both"/>
      </w:pPr>
      <w:r w:rsidRPr="00E317C0">
        <w:t>my niżej podpisani:</w:t>
      </w:r>
    </w:p>
    <w:p w14:paraId="36A80B35" w14:textId="77777777" w:rsidR="00EB7584" w:rsidRPr="00E317C0" w:rsidRDefault="00EB7584" w:rsidP="00EB7584">
      <w:pPr>
        <w:jc w:val="both"/>
        <w:rPr>
          <w:bCs/>
          <w:sz w:val="18"/>
          <w:szCs w:val="18"/>
        </w:rPr>
      </w:pPr>
      <w:r w:rsidRPr="00E317C0">
        <w:rPr>
          <w:bCs/>
          <w:sz w:val="18"/>
          <w:szCs w:val="18"/>
        </w:rPr>
        <w:t>…………………………………………………………………………………………………………….………………………</w:t>
      </w:r>
    </w:p>
    <w:p w14:paraId="67C2C9A4" w14:textId="77777777" w:rsidR="00EB7584" w:rsidRPr="00E317C0" w:rsidRDefault="00EB7584" w:rsidP="00EB7584">
      <w:pPr>
        <w:spacing w:line="360" w:lineRule="auto"/>
        <w:jc w:val="both"/>
      </w:pPr>
      <w:r w:rsidRPr="00E317C0">
        <w:rPr>
          <w:bCs/>
          <w:sz w:val="18"/>
          <w:szCs w:val="18"/>
        </w:rPr>
        <w:t>[imię, nazwisko, podstawa do reprezentacji]</w:t>
      </w:r>
    </w:p>
    <w:p w14:paraId="36BE8D2B" w14:textId="77777777" w:rsidR="00AA39D6" w:rsidRPr="00E317C0" w:rsidRDefault="003B769C" w:rsidP="00EB7584">
      <w:pPr>
        <w:spacing w:before="120" w:after="120" w:line="360" w:lineRule="auto"/>
        <w:jc w:val="both"/>
      </w:pPr>
      <w:r w:rsidRPr="00E317C0">
        <w:t>d</w:t>
      </w:r>
      <w:r w:rsidR="00AA39D6" w:rsidRPr="00E317C0">
        <w:t>ziałając w imieniu i na rzecz:</w:t>
      </w:r>
    </w:p>
    <w:p w14:paraId="473A7660" w14:textId="77777777" w:rsidR="00AE2ACB" w:rsidRPr="00E317C0" w:rsidRDefault="00AE2ACB" w:rsidP="00216425">
      <w:pPr>
        <w:spacing w:after="60"/>
        <w:rPr>
          <w:b/>
          <w:sz w:val="22"/>
          <w:szCs w:val="22"/>
        </w:rPr>
      </w:pPr>
      <w:r w:rsidRPr="00E317C0">
        <w:rPr>
          <w:b/>
        </w:rPr>
        <w:t>Nazwa i adres Wykonawcy</w:t>
      </w:r>
    </w:p>
    <w:p w14:paraId="28DC0CDB" w14:textId="77777777" w:rsidR="00ED4154" w:rsidRPr="00E317C0" w:rsidRDefault="00ED4154" w:rsidP="00ED4154">
      <w:pPr>
        <w:pStyle w:val="Akapitzlist"/>
        <w:spacing w:after="120" w:line="276" w:lineRule="auto"/>
        <w:ind w:left="0"/>
        <w:jc w:val="both"/>
        <w:rPr>
          <w:bCs/>
          <w:i/>
          <w:iCs/>
          <w:color w:val="0070C0"/>
          <w:sz w:val="20"/>
          <w:szCs w:val="20"/>
        </w:rPr>
      </w:pPr>
      <w:r w:rsidRPr="00E317C0">
        <w:rPr>
          <w:bCs/>
          <w:i/>
          <w:iCs/>
          <w:color w:val="0070C0"/>
          <w:sz w:val="20"/>
          <w:szCs w:val="20"/>
        </w:rPr>
        <w:t xml:space="preserve">(w przypadku składania oferty przez podmioty występujące wspólnie, należy podać nazwy (firmy) </w:t>
      </w:r>
      <w:r w:rsidR="00216425" w:rsidRPr="00E317C0">
        <w:rPr>
          <w:bCs/>
          <w:i/>
          <w:iCs/>
          <w:color w:val="0070C0"/>
          <w:sz w:val="20"/>
          <w:szCs w:val="20"/>
        </w:rPr>
        <w:t xml:space="preserve">         </w:t>
      </w:r>
      <w:r w:rsidRPr="00E317C0">
        <w:rPr>
          <w:bCs/>
          <w:i/>
          <w:iCs/>
          <w:color w:val="0070C0"/>
          <w:sz w:val="20"/>
          <w:szCs w:val="20"/>
        </w:rPr>
        <w:t>i adresy wszystkich podmiotów składających ofertę wspólnie)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6518"/>
      </w:tblGrid>
      <w:tr w:rsidR="00AE2ACB" w:rsidRPr="00E317C0" w14:paraId="4E07C3A9" w14:textId="77777777" w:rsidTr="00B42ED4">
        <w:trPr>
          <w:trHeight w:val="333"/>
        </w:trPr>
        <w:tc>
          <w:tcPr>
            <w:tcW w:w="2552" w:type="dxa"/>
            <w:vAlign w:val="center"/>
          </w:tcPr>
          <w:p w14:paraId="1CE5E814" w14:textId="77777777" w:rsidR="00AE2ACB" w:rsidRPr="00E317C0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317C0">
              <w:rPr>
                <w:rFonts w:eastAsia="Calibri"/>
              </w:rPr>
              <w:t>Nazwa Wykonawcy</w:t>
            </w:r>
          </w:p>
        </w:tc>
        <w:tc>
          <w:tcPr>
            <w:tcW w:w="6520" w:type="dxa"/>
          </w:tcPr>
          <w:p w14:paraId="3B051BC9" w14:textId="77777777" w:rsidR="00AE2ACB" w:rsidRPr="00E317C0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E317C0" w14:paraId="421A778B" w14:textId="77777777" w:rsidTr="00B42ED4">
        <w:trPr>
          <w:trHeight w:val="339"/>
        </w:trPr>
        <w:tc>
          <w:tcPr>
            <w:tcW w:w="2552" w:type="dxa"/>
            <w:vAlign w:val="center"/>
          </w:tcPr>
          <w:p w14:paraId="1AEA1BD7" w14:textId="77777777" w:rsidR="00AE2ACB" w:rsidRPr="00E317C0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317C0">
              <w:rPr>
                <w:rFonts w:eastAsia="Calibri"/>
              </w:rPr>
              <w:t>Adres Wykonawcy</w:t>
            </w:r>
          </w:p>
        </w:tc>
        <w:tc>
          <w:tcPr>
            <w:tcW w:w="6520" w:type="dxa"/>
          </w:tcPr>
          <w:p w14:paraId="223ABABC" w14:textId="77777777" w:rsidR="00AE2ACB" w:rsidRPr="00E317C0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E317C0" w14:paraId="55BA4414" w14:textId="77777777" w:rsidTr="00B42ED4">
        <w:trPr>
          <w:trHeight w:val="373"/>
        </w:trPr>
        <w:tc>
          <w:tcPr>
            <w:tcW w:w="2552" w:type="dxa"/>
            <w:vAlign w:val="center"/>
          </w:tcPr>
          <w:p w14:paraId="0C68E0A6" w14:textId="77777777" w:rsidR="00AE2ACB" w:rsidRPr="00E317C0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317C0">
              <w:rPr>
                <w:rFonts w:eastAsia="Calibri"/>
              </w:rPr>
              <w:t xml:space="preserve">NIP </w:t>
            </w:r>
            <w:r w:rsidRPr="00E317C0">
              <w:rPr>
                <w:rFonts w:eastAsia="Calibri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2E7EE8EB" w14:textId="77777777" w:rsidR="00AE2ACB" w:rsidRPr="00E317C0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E317C0" w14:paraId="05F4D07B" w14:textId="77777777" w:rsidTr="00B42ED4">
        <w:trPr>
          <w:trHeight w:val="405"/>
        </w:trPr>
        <w:tc>
          <w:tcPr>
            <w:tcW w:w="2552" w:type="dxa"/>
            <w:vAlign w:val="center"/>
          </w:tcPr>
          <w:p w14:paraId="65D2A2C2" w14:textId="77777777" w:rsidR="00AE2ACB" w:rsidRPr="00E317C0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317C0">
              <w:rPr>
                <w:rFonts w:eastAsia="Calibri"/>
              </w:rPr>
              <w:t xml:space="preserve">REGON </w:t>
            </w:r>
            <w:r w:rsidRPr="00E317C0">
              <w:rPr>
                <w:rFonts w:eastAsia="Calibri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5CBAD11B" w14:textId="77777777" w:rsidR="00AE2ACB" w:rsidRPr="00E317C0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77C0" w:rsidRPr="00E317C0" w14:paraId="3FB3F2F6" w14:textId="77777777" w:rsidTr="00B42ED4">
        <w:trPr>
          <w:trHeight w:val="405"/>
        </w:trPr>
        <w:tc>
          <w:tcPr>
            <w:tcW w:w="2552" w:type="dxa"/>
            <w:vAlign w:val="center"/>
          </w:tcPr>
          <w:p w14:paraId="1BEE9FBB" w14:textId="77777777" w:rsidR="00C377C0" w:rsidRPr="00E317C0" w:rsidRDefault="00C377C0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  <w:t xml:space="preserve">KRS </w:t>
            </w:r>
            <w:r w:rsidRPr="00E317C0">
              <w:rPr>
                <w:rFonts w:eastAsia="Calibri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2C728062" w14:textId="77777777" w:rsidR="00C377C0" w:rsidRPr="00E317C0" w:rsidRDefault="00C377C0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E317C0" w14:paraId="190E040D" w14:textId="77777777" w:rsidTr="00AF662E">
        <w:trPr>
          <w:trHeight w:val="2461"/>
        </w:trPr>
        <w:tc>
          <w:tcPr>
            <w:tcW w:w="2552" w:type="dxa"/>
            <w:vAlign w:val="center"/>
          </w:tcPr>
          <w:p w14:paraId="757CAC84" w14:textId="77777777" w:rsidR="00AE2ACB" w:rsidRPr="00E317C0" w:rsidRDefault="00D5631A" w:rsidP="00AF662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317C0">
              <w:rPr>
                <w:rFonts w:eastAsia="Calibri"/>
              </w:rPr>
              <w:t>Rodzaj wykonawcy</w:t>
            </w:r>
            <w:r w:rsidR="00497AEE" w:rsidRPr="00E317C0">
              <w:rPr>
                <w:rFonts w:eastAsia="Calibri"/>
              </w:rPr>
              <w:t xml:space="preserve"> </w:t>
            </w:r>
            <w:r w:rsidR="00497AEE" w:rsidRPr="00E317C0">
              <w:rPr>
                <w:rStyle w:val="Odwoanieprzypisudolnego"/>
                <w:rFonts w:eastAsia="Calibri"/>
                <w:b/>
                <w:bCs/>
                <w:color w:val="0070C0"/>
              </w:rPr>
              <w:footnoteReference w:id="1"/>
            </w:r>
            <w:r w:rsidR="00497AEE" w:rsidRPr="00E317C0">
              <w:rPr>
                <w:rFonts w:eastAsia="Calibri"/>
                <w:color w:val="0070C0"/>
              </w:rPr>
              <w:t xml:space="preserve"> </w:t>
            </w:r>
          </w:p>
        </w:tc>
        <w:tc>
          <w:tcPr>
            <w:tcW w:w="6520" w:type="dxa"/>
          </w:tcPr>
          <w:p w14:paraId="4AF34C66" w14:textId="25FB767B" w:rsidR="00B86D25" w:rsidRPr="00E317C0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E317C0">
              <w:rPr>
                <w:sz w:val="22"/>
                <w:szCs w:val="22"/>
              </w:rPr>
              <w:object w:dxaOrig="1440" w:dyaOrig="1440" w14:anchorId="0B8114F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5pt;height:20.25pt" o:ole="">
                  <v:imagedata r:id="rId8" o:title=""/>
                </v:shape>
                <w:control r:id="rId9" w:name="OptionButton1" w:shapeid="_x0000_i1041"/>
              </w:object>
            </w:r>
          </w:p>
          <w:p w14:paraId="72C6B60D" w14:textId="00EDEBEF" w:rsidR="00AF662E" w:rsidRPr="00E317C0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E317C0">
              <w:rPr>
                <w:sz w:val="22"/>
                <w:szCs w:val="22"/>
              </w:rPr>
              <w:object w:dxaOrig="1440" w:dyaOrig="1440" w14:anchorId="720DB00D">
                <v:shape id="_x0000_i1043" type="#_x0000_t75" style="width:314.25pt;height:20.25pt" o:ole="">
                  <v:imagedata r:id="rId10" o:title=""/>
                </v:shape>
                <w:control r:id="rId11" w:name="OptionButton2" w:shapeid="_x0000_i1043"/>
              </w:object>
            </w:r>
          </w:p>
          <w:p w14:paraId="4C42F820" w14:textId="2BCD1462" w:rsidR="00AF662E" w:rsidRPr="00E317C0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E317C0">
              <w:rPr>
                <w:sz w:val="22"/>
                <w:szCs w:val="22"/>
              </w:rPr>
              <w:object w:dxaOrig="1440" w:dyaOrig="1440" w14:anchorId="1227D3A5">
                <v:shape id="_x0000_i1045" type="#_x0000_t75" style="width:314.25pt;height:20.25pt" o:ole="">
                  <v:imagedata r:id="rId12" o:title=""/>
                </v:shape>
                <w:control r:id="rId13" w:name="OptionButton3" w:shapeid="_x0000_i1045"/>
              </w:object>
            </w:r>
          </w:p>
          <w:p w14:paraId="4035B094" w14:textId="6C8272BC" w:rsidR="00AF662E" w:rsidRPr="00E317C0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E317C0">
              <w:rPr>
                <w:sz w:val="22"/>
                <w:szCs w:val="22"/>
              </w:rPr>
              <w:object w:dxaOrig="1440" w:dyaOrig="1440" w14:anchorId="1CEF0A3B">
                <v:shape id="_x0000_i1047" type="#_x0000_t75" style="width:314.25pt;height:20.25pt" o:ole="">
                  <v:imagedata r:id="rId14" o:title=""/>
                </v:shape>
                <w:control r:id="rId15" w:name="OptionButton4" w:shapeid="_x0000_i1047"/>
              </w:object>
            </w:r>
          </w:p>
          <w:p w14:paraId="66C3E625" w14:textId="13B8F201" w:rsidR="00AF662E" w:rsidRPr="00E317C0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E317C0">
              <w:rPr>
                <w:sz w:val="22"/>
                <w:szCs w:val="22"/>
              </w:rPr>
              <w:object w:dxaOrig="1440" w:dyaOrig="1440" w14:anchorId="19683022">
                <v:shape id="_x0000_i1049" type="#_x0000_t75" style="width:314.25pt;height:20.25pt" o:ole="">
                  <v:imagedata r:id="rId16" o:title=""/>
                </v:shape>
                <w:control r:id="rId17" w:name="OptionButton5" w:shapeid="_x0000_i1049"/>
              </w:object>
            </w:r>
          </w:p>
          <w:p w14:paraId="0461051E" w14:textId="3EE61B6C" w:rsidR="00497AEE" w:rsidRPr="00E317C0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E317C0">
              <w:rPr>
                <w:sz w:val="22"/>
                <w:szCs w:val="22"/>
              </w:rPr>
              <w:object w:dxaOrig="1440" w:dyaOrig="1440" w14:anchorId="4D0B52C1">
                <v:shape id="_x0000_i1051" type="#_x0000_t75" style="width:108pt;height:20.25pt" o:ole="">
                  <v:imagedata r:id="rId18" o:title=""/>
                </v:shape>
                <w:control r:id="rId19" w:name="OptionButton6" w:shapeid="_x0000_i1051"/>
              </w:object>
            </w:r>
          </w:p>
        </w:tc>
      </w:tr>
    </w:tbl>
    <w:p w14:paraId="49BE2A62" w14:textId="77777777" w:rsidR="00C11FEF" w:rsidRPr="00E317C0" w:rsidRDefault="00C11FEF" w:rsidP="00C11FEF">
      <w:pPr>
        <w:pStyle w:val="Akapitzlist"/>
        <w:spacing w:after="120" w:line="276" w:lineRule="auto"/>
        <w:ind w:left="0"/>
        <w:jc w:val="both"/>
        <w:rPr>
          <w:sz w:val="12"/>
          <w:szCs w:val="12"/>
        </w:rPr>
      </w:pPr>
    </w:p>
    <w:p w14:paraId="1F6CCC44" w14:textId="77777777" w:rsidR="004D5A42" w:rsidRPr="00E317C0" w:rsidRDefault="004D5A42" w:rsidP="00C11FE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</w:pPr>
      <w:r w:rsidRPr="00E317C0">
        <w:rPr>
          <w:b/>
        </w:rPr>
        <w:t>SKŁADAMY OFERTĘ</w:t>
      </w:r>
      <w:r w:rsidRPr="00E317C0">
        <w:t xml:space="preserve"> na wykonanie</w:t>
      </w:r>
      <w:r w:rsidR="00B964C4" w:rsidRPr="00E317C0">
        <w:t xml:space="preserve"> </w:t>
      </w:r>
      <w:r w:rsidR="007F3E87" w:rsidRPr="00E317C0">
        <w:t>przedmiotu zamówienia</w:t>
      </w:r>
      <w:r w:rsidR="00C11FEF" w:rsidRPr="00E317C0">
        <w:t>,</w:t>
      </w:r>
      <w:r w:rsidR="007F3E87" w:rsidRPr="00E317C0">
        <w:t xml:space="preserve"> zgodnie ze Specyfikacją Warunków Zamówienia</w:t>
      </w:r>
      <w:r w:rsidR="00ED4154" w:rsidRPr="00E317C0">
        <w:t xml:space="preserve"> niniejszego postępowania</w:t>
      </w:r>
      <w:r w:rsidR="00A8509D" w:rsidRPr="00E317C0">
        <w:t xml:space="preserve"> (zwanej dalej </w:t>
      </w:r>
      <w:r w:rsidR="00A8509D" w:rsidRPr="00E317C0">
        <w:rPr>
          <w:b/>
          <w:bCs/>
        </w:rPr>
        <w:t>SWZ</w:t>
      </w:r>
      <w:r w:rsidR="00A8509D" w:rsidRPr="00E317C0">
        <w:t>).</w:t>
      </w:r>
    </w:p>
    <w:p w14:paraId="2BE51E4D" w14:textId="77777777" w:rsidR="00B964C4" w:rsidRPr="00E317C0" w:rsidRDefault="00B964C4" w:rsidP="00A8509D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bCs/>
        </w:rPr>
      </w:pPr>
      <w:r w:rsidRPr="00E317C0">
        <w:rPr>
          <w:b/>
        </w:rPr>
        <w:t>OFERUJEMY</w:t>
      </w:r>
      <w:r w:rsidR="00A8509D" w:rsidRPr="00E317C0">
        <w:rPr>
          <w:bCs/>
        </w:rPr>
        <w:t xml:space="preserve"> </w:t>
      </w:r>
      <w:r w:rsidRPr="00E317C0">
        <w:rPr>
          <w:bCs/>
        </w:rPr>
        <w:t xml:space="preserve">wykonanie </w:t>
      </w:r>
      <w:r w:rsidRPr="00E317C0">
        <w:t>poszczególnych części przedmiotu zamówienia za cenę:</w:t>
      </w:r>
    </w:p>
    <w:p w14:paraId="0FC84266" w14:textId="77777777" w:rsidR="00A8509D" w:rsidRPr="00E317C0" w:rsidRDefault="00A8509D" w:rsidP="00A8509D">
      <w:pPr>
        <w:pStyle w:val="Akapitzlist"/>
        <w:spacing w:after="120" w:line="276" w:lineRule="auto"/>
        <w:ind w:left="284"/>
        <w:jc w:val="both"/>
        <w:rPr>
          <w:bCs/>
          <w:i/>
          <w:iCs/>
          <w:color w:val="0070C0"/>
          <w:sz w:val="20"/>
          <w:szCs w:val="20"/>
        </w:rPr>
      </w:pPr>
      <w:r w:rsidRPr="00E317C0">
        <w:rPr>
          <w:bCs/>
          <w:i/>
          <w:iCs/>
          <w:color w:val="0070C0"/>
          <w:sz w:val="20"/>
          <w:szCs w:val="20"/>
        </w:rPr>
        <w:t>(należy wypełnić w zakresie części, na które wykonawca składa ofertę)</w:t>
      </w:r>
    </w:p>
    <w:p w14:paraId="10A7EF0A" w14:textId="77777777" w:rsidR="006D09E0" w:rsidRPr="00E317C0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512"/>
      </w:tblGrid>
      <w:tr w:rsidR="007F3E87" w:rsidRPr="00E317C0" w14:paraId="2A57F7FB" w14:textId="77777777" w:rsidTr="00ED4154">
        <w:trPr>
          <w:trHeight w:val="704"/>
        </w:trPr>
        <w:tc>
          <w:tcPr>
            <w:tcW w:w="1276" w:type="dxa"/>
            <w:vAlign w:val="center"/>
          </w:tcPr>
          <w:p w14:paraId="158A1E03" w14:textId="77777777" w:rsidR="007F3E87" w:rsidRPr="00E317C0" w:rsidRDefault="001129C0" w:rsidP="001129C0">
            <w:pPr>
              <w:jc w:val="center"/>
              <w:rPr>
                <w:b/>
              </w:rPr>
            </w:pPr>
            <w:r w:rsidRPr="00E317C0">
              <w:rPr>
                <w:b/>
              </w:rPr>
              <w:t>C</w:t>
            </w:r>
            <w:r w:rsidR="007F3E87" w:rsidRPr="00E317C0">
              <w:rPr>
                <w:b/>
              </w:rPr>
              <w:t>zęś</w:t>
            </w:r>
            <w:r w:rsidRPr="00E317C0">
              <w:rPr>
                <w:b/>
              </w:rPr>
              <w:t>ć nr</w:t>
            </w:r>
          </w:p>
        </w:tc>
        <w:tc>
          <w:tcPr>
            <w:tcW w:w="7512" w:type="dxa"/>
            <w:vAlign w:val="center"/>
          </w:tcPr>
          <w:p w14:paraId="6EAE2896" w14:textId="77777777" w:rsidR="007F3E87" w:rsidRPr="00E317C0" w:rsidRDefault="007F3E87" w:rsidP="007F3E87">
            <w:pPr>
              <w:jc w:val="center"/>
              <w:rPr>
                <w:b/>
              </w:rPr>
            </w:pPr>
            <w:r w:rsidRPr="00E317C0">
              <w:rPr>
                <w:b/>
              </w:rPr>
              <w:t>Cena oferty</w:t>
            </w:r>
          </w:p>
        </w:tc>
      </w:tr>
      <w:tr w:rsidR="005A3C22" w:rsidRPr="00E317C0" w14:paraId="3A4920A6" w14:textId="77777777" w:rsidTr="00EF6AF7">
        <w:tc>
          <w:tcPr>
            <w:tcW w:w="1276" w:type="dxa"/>
            <w:vAlign w:val="center"/>
          </w:tcPr>
          <w:p w14:paraId="0BD12AD5" w14:textId="77777777" w:rsidR="005A3C22" w:rsidRPr="00E317C0" w:rsidRDefault="005A3C22" w:rsidP="00EF6AF7">
            <w:pPr>
              <w:spacing w:line="360" w:lineRule="auto"/>
              <w:jc w:val="center"/>
            </w:pPr>
            <w:r w:rsidRPr="005A3C22">
              <w:t>1</w:t>
            </w:r>
          </w:p>
        </w:tc>
        <w:tc>
          <w:tcPr>
            <w:tcW w:w="7512" w:type="dxa"/>
          </w:tcPr>
          <w:p w14:paraId="17ABDC14" w14:textId="6D54A54C" w:rsidR="00556DAA" w:rsidRPr="00556DAA" w:rsidRDefault="005A3C22" w:rsidP="00556DAA">
            <w:pPr>
              <w:spacing w:before="60" w:line="360" w:lineRule="auto"/>
              <w:jc w:val="both"/>
              <w:rPr>
                <w:b/>
              </w:rPr>
            </w:pPr>
            <w:r w:rsidRPr="00E317C0">
              <w:rPr>
                <w:b/>
              </w:rPr>
              <w:t xml:space="preserve">Temat: </w:t>
            </w:r>
            <w:r w:rsidR="001320D2">
              <w:t>D</w:t>
            </w:r>
            <w:r w:rsidR="00556DAA">
              <w:t xml:space="preserve">ostawa </w:t>
            </w:r>
            <w:r w:rsidR="00682845">
              <w:rPr>
                <w:bCs/>
              </w:rPr>
              <w:t>miniładowarki</w:t>
            </w:r>
          </w:p>
          <w:p w14:paraId="25158C15" w14:textId="3413A671" w:rsidR="005A3C22" w:rsidRPr="00E317C0" w:rsidRDefault="005A3C22" w:rsidP="00EF6AF7">
            <w:pPr>
              <w:spacing w:line="360" w:lineRule="auto"/>
              <w:jc w:val="both"/>
            </w:pPr>
            <w:r w:rsidRPr="00E317C0">
              <w:t>Cena netto</w:t>
            </w:r>
            <w:r w:rsidR="00556DAA">
              <w:t xml:space="preserve">/szt. </w:t>
            </w:r>
            <w:r w:rsidRPr="00E317C0">
              <w:t xml:space="preserve"> ..................................... zł </w:t>
            </w:r>
          </w:p>
          <w:p w14:paraId="46ABD254" w14:textId="77777777" w:rsidR="005A3C22" w:rsidRPr="00E317C0" w:rsidRDefault="005A3C22" w:rsidP="00EF6AF7">
            <w:pPr>
              <w:spacing w:line="360" w:lineRule="auto"/>
              <w:jc w:val="both"/>
            </w:pPr>
            <w:r w:rsidRPr="00E317C0">
              <w:t>(słownie: ……............................................................................ zł),</w:t>
            </w:r>
          </w:p>
          <w:p w14:paraId="48B0AC0B" w14:textId="77777777" w:rsidR="005A3C22" w:rsidRPr="00E317C0" w:rsidRDefault="005A3C22" w:rsidP="00EF6AF7">
            <w:pPr>
              <w:spacing w:line="360" w:lineRule="auto"/>
            </w:pPr>
            <w:r w:rsidRPr="00E317C0">
              <w:t>Stawka podatku VAT ......... %,</w:t>
            </w:r>
          </w:p>
          <w:p w14:paraId="3CC4FF6F" w14:textId="3B7A351A" w:rsidR="005A3C22" w:rsidRPr="00E317C0" w:rsidRDefault="005A3C22" w:rsidP="00EF6AF7">
            <w:pPr>
              <w:spacing w:after="60" w:line="360" w:lineRule="auto"/>
            </w:pPr>
            <w:r w:rsidRPr="00E317C0">
              <w:t>Cena brutto</w:t>
            </w:r>
            <w:r w:rsidR="00556DAA">
              <w:t xml:space="preserve">/ szt. </w:t>
            </w:r>
            <w:r w:rsidRPr="00E317C0">
              <w:t xml:space="preserve"> ………........................ zł </w:t>
            </w:r>
          </w:p>
          <w:p w14:paraId="6539AF91" w14:textId="77777777" w:rsidR="005A3C22" w:rsidRDefault="005A3C22" w:rsidP="00EF6AF7">
            <w:pPr>
              <w:spacing w:after="60" w:line="360" w:lineRule="auto"/>
            </w:pPr>
            <w:r w:rsidRPr="00E317C0">
              <w:t>(słownie: .................................................................................... zł).</w:t>
            </w:r>
          </w:p>
          <w:p w14:paraId="15E6D061" w14:textId="01796751" w:rsidR="00556DAA" w:rsidRPr="00556DAA" w:rsidRDefault="00556DAA" w:rsidP="00556DAA">
            <w:pPr>
              <w:spacing w:line="360" w:lineRule="auto"/>
              <w:jc w:val="both"/>
              <w:rPr>
                <w:b/>
                <w:bCs/>
              </w:rPr>
            </w:pPr>
            <w:r w:rsidRPr="00556DAA">
              <w:rPr>
                <w:b/>
                <w:bCs/>
              </w:rPr>
              <w:t xml:space="preserve">Łączna cena ofertowa (dla </w:t>
            </w:r>
            <w:r w:rsidR="00682845">
              <w:rPr>
                <w:b/>
                <w:bCs/>
              </w:rPr>
              <w:t>2</w:t>
            </w:r>
            <w:r w:rsidRPr="00556DAA">
              <w:rPr>
                <w:b/>
                <w:bCs/>
              </w:rPr>
              <w:t xml:space="preserve"> szt.)</w:t>
            </w:r>
          </w:p>
          <w:p w14:paraId="19D87367" w14:textId="5E26E9DE" w:rsidR="00556DAA" w:rsidRPr="00E317C0" w:rsidRDefault="00556DAA" w:rsidP="00556DAA">
            <w:pPr>
              <w:spacing w:line="360" w:lineRule="auto"/>
              <w:jc w:val="both"/>
            </w:pPr>
            <w:r w:rsidRPr="00E317C0">
              <w:t xml:space="preserve">Cena netto..................................... zł </w:t>
            </w:r>
          </w:p>
          <w:p w14:paraId="1FCFFC67" w14:textId="77777777" w:rsidR="00556DAA" w:rsidRPr="00E317C0" w:rsidRDefault="00556DAA" w:rsidP="00556DAA">
            <w:pPr>
              <w:spacing w:line="360" w:lineRule="auto"/>
              <w:jc w:val="both"/>
            </w:pPr>
            <w:r w:rsidRPr="00E317C0">
              <w:t>(słownie: ……............................................................................ zł),</w:t>
            </w:r>
          </w:p>
          <w:p w14:paraId="0912C7EC" w14:textId="77777777" w:rsidR="00556DAA" w:rsidRPr="00E317C0" w:rsidRDefault="00556DAA" w:rsidP="00556DAA">
            <w:pPr>
              <w:spacing w:line="360" w:lineRule="auto"/>
            </w:pPr>
            <w:r w:rsidRPr="00E317C0">
              <w:t>Stawka podatku VAT ......... %,</w:t>
            </w:r>
          </w:p>
          <w:p w14:paraId="308C6DAB" w14:textId="2BF7D804" w:rsidR="00556DAA" w:rsidRPr="00E317C0" w:rsidRDefault="00556DAA" w:rsidP="00556DAA">
            <w:pPr>
              <w:spacing w:after="60" w:line="360" w:lineRule="auto"/>
            </w:pPr>
            <w:r w:rsidRPr="00E317C0">
              <w:t xml:space="preserve">Cena brutto………........................ zł </w:t>
            </w:r>
          </w:p>
          <w:p w14:paraId="6C880C34" w14:textId="68E816C8" w:rsidR="00556DAA" w:rsidRPr="00E317C0" w:rsidRDefault="00556DAA" w:rsidP="00EF6AF7">
            <w:pPr>
              <w:spacing w:after="60" w:line="360" w:lineRule="auto"/>
            </w:pPr>
            <w:r w:rsidRPr="00E317C0">
              <w:t>(słownie: .................................................................................... zł).</w:t>
            </w:r>
          </w:p>
        </w:tc>
      </w:tr>
    </w:tbl>
    <w:p w14:paraId="3FB10B59" w14:textId="77777777" w:rsidR="00B9086B" w:rsidRPr="00E317C0" w:rsidRDefault="00B9086B" w:rsidP="00BE474D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</w:pPr>
      <w:r w:rsidRPr="00E317C0">
        <w:rPr>
          <w:b/>
        </w:rPr>
        <w:t>OŚWIADCZAMY</w:t>
      </w:r>
      <w:r w:rsidRPr="00E317C0">
        <w:t>, że:</w:t>
      </w:r>
    </w:p>
    <w:p w14:paraId="060D3E3C" w14:textId="3092E6C3" w:rsidR="00E317C0" w:rsidRDefault="00E317C0" w:rsidP="00ED4154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</w:pPr>
      <w:r w:rsidRPr="00E317C0">
        <w:t xml:space="preserve">Oświadczamy, że zaoferowana przez nas przedmiot zamówienia spełnia wszystkie minimalne wymagania Zamawiającego określone w specyfikacji warunków zamówienia, </w:t>
      </w:r>
      <w:r w:rsidR="00602D76">
        <w:t>projektowanych</w:t>
      </w:r>
      <w:r w:rsidR="00CA322E">
        <w:t xml:space="preserve"> postanowień umowy</w:t>
      </w:r>
      <w:r w:rsidRPr="00E317C0">
        <w:t xml:space="preserve"> i </w:t>
      </w:r>
      <w:r w:rsidR="00CA322E" w:rsidRPr="008C3E5F">
        <w:t>z</w:t>
      </w:r>
      <w:r w:rsidRPr="008C3E5F">
        <w:t xml:space="preserve">ałączniku nr </w:t>
      </w:r>
      <w:r w:rsidR="00602D76">
        <w:t>2</w:t>
      </w:r>
      <w:r w:rsidRPr="008C3E5F">
        <w:t xml:space="preserve"> do SWZ</w:t>
      </w:r>
      <w:r w:rsidRPr="00E317C0">
        <w:t xml:space="preserve"> i jesteśmy świadomi, że jeżeli oferowany przedmiot zamówienia nie spełniałaby minimalnych wymagań Zamawiającego </w:t>
      </w:r>
      <w:r>
        <w:softHyphen/>
        <w:t>–</w:t>
      </w:r>
      <w:r w:rsidRPr="00E317C0">
        <w:t xml:space="preserve"> oferta zostanie odrzucona na podstawie art. 226 ust. 1 pkt 5) ustawy jako niezgodna z warunkami zamówienia.</w:t>
      </w:r>
    </w:p>
    <w:p w14:paraId="451942A9" w14:textId="77777777" w:rsidR="00ED4154" w:rsidRPr="00E317C0" w:rsidRDefault="00FF57EE" w:rsidP="00ED4154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</w:pPr>
      <w:r w:rsidRPr="00E317C0">
        <w:t>zapoznaliśmy się z S</w:t>
      </w:r>
      <w:r w:rsidR="00ED4154" w:rsidRPr="00E317C0">
        <w:t>WZ</w:t>
      </w:r>
      <w:r w:rsidRPr="00E317C0">
        <w:t xml:space="preserve"> i uznajemy się za związanych </w:t>
      </w:r>
      <w:r w:rsidR="00ED4154" w:rsidRPr="00E317C0">
        <w:t xml:space="preserve">z </w:t>
      </w:r>
      <w:r w:rsidRPr="00E317C0">
        <w:t xml:space="preserve">określonymi w niej </w:t>
      </w:r>
      <w:r w:rsidR="00ED4154" w:rsidRPr="00E317C0">
        <w:t xml:space="preserve">postanowieniami i </w:t>
      </w:r>
      <w:r w:rsidRPr="00E317C0">
        <w:t>zasadami postępowania</w:t>
      </w:r>
      <w:r w:rsidR="00C754AE" w:rsidRPr="00E317C0">
        <w:t>,</w:t>
      </w:r>
    </w:p>
    <w:p w14:paraId="49788037" w14:textId="1F551376" w:rsidR="004E4F1B" w:rsidRPr="001320D2" w:rsidRDefault="00FF57EE" w:rsidP="001320D2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color w:val="0070C0"/>
          <w:sz w:val="16"/>
          <w:szCs w:val="16"/>
        </w:rPr>
      </w:pPr>
      <w:r w:rsidRPr="00E317C0">
        <w:t xml:space="preserve">uważamy się za związanych niniejszą ofertą na czas wskazany w </w:t>
      </w:r>
      <w:r w:rsidR="004E4F1B" w:rsidRPr="00E317C0">
        <w:t>SWZ</w:t>
      </w:r>
      <w:r w:rsidR="00B87AFB" w:rsidRPr="00E317C0">
        <w:t>,</w:t>
      </w:r>
      <w:r w:rsidR="00C754AE" w:rsidRPr="00E317C0">
        <w:rPr>
          <w:sz w:val="16"/>
          <w:szCs w:val="16"/>
        </w:rPr>
        <w:t xml:space="preserve"> </w:t>
      </w:r>
    </w:p>
    <w:p w14:paraId="2EDB9EDD" w14:textId="77777777" w:rsidR="00BC4F99" w:rsidRPr="00E317C0" w:rsidRDefault="00BC4F99" w:rsidP="00C754A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</w:pPr>
      <w:r w:rsidRPr="00E317C0">
        <w:t xml:space="preserve">zamierzamy / nie zamierzamy powierzyć </w:t>
      </w:r>
      <w:r w:rsidR="00C754AE" w:rsidRPr="00E317C0">
        <w:t xml:space="preserve">podwykonawcom wykonanie </w:t>
      </w:r>
      <w:r w:rsidRPr="00E317C0">
        <w:t>następujących części zamówienia</w:t>
      </w:r>
      <w:r w:rsidR="00C754AE" w:rsidRPr="00E317C0">
        <w:t xml:space="preserve"> </w:t>
      </w:r>
      <w:r w:rsidR="00C754AE" w:rsidRPr="00E317C0">
        <w:rPr>
          <w:rStyle w:val="Odwoanieprzypisudolnego"/>
          <w:b/>
          <w:bCs/>
          <w:color w:val="0070C0"/>
        </w:rPr>
        <w:footnoteReference w:id="2"/>
      </w:r>
      <w:r w:rsidRPr="00E317C0"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E317C0" w14:paraId="3DFFD3D4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A6A58CE" w14:textId="77777777" w:rsidR="006522FA" w:rsidRPr="00E317C0" w:rsidRDefault="006522FA">
            <w:pPr>
              <w:autoSpaceDE w:val="0"/>
              <w:autoSpaceDN w:val="0"/>
              <w:adjustRightInd w:val="0"/>
              <w:spacing w:before="60" w:after="60"/>
              <w:jc w:val="center"/>
            </w:pPr>
            <w:r w:rsidRPr="00E317C0"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CDDAC7B" w14:textId="77777777" w:rsidR="006522FA" w:rsidRPr="00E317C0" w:rsidRDefault="006522FA">
            <w:pPr>
              <w:autoSpaceDE w:val="0"/>
              <w:autoSpaceDN w:val="0"/>
              <w:adjustRightInd w:val="0"/>
              <w:spacing w:before="60" w:after="60"/>
              <w:jc w:val="center"/>
            </w:pPr>
            <w:r w:rsidRPr="00E317C0"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F2EB5C2" w14:textId="77777777" w:rsidR="006522FA" w:rsidRPr="00E317C0" w:rsidRDefault="006522FA">
            <w:pPr>
              <w:autoSpaceDE w:val="0"/>
              <w:autoSpaceDN w:val="0"/>
              <w:adjustRightInd w:val="0"/>
              <w:spacing w:before="60" w:after="60"/>
              <w:jc w:val="center"/>
            </w:pPr>
            <w:r w:rsidRPr="00E317C0">
              <w:t>Nazwa Podwykonawcy</w:t>
            </w:r>
          </w:p>
        </w:tc>
      </w:tr>
      <w:tr w:rsidR="006522FA" w:rsidRPr="00E317C0" w14:paraId="59A920B1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E4BB4" w14:textId="77777777" w:rsidR="006522FA" w:rsidRPr="00E317C0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AEA25" w14:textId="77777777" w:rsidR="006522FA" w:rsidRPr="00E317C0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5584B" w14:textId="77777777" w:rsidR="006522FA" w:rsidRPr="00E317C0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</w:pPr>
          </w:p>
        </w:tc>
      </w:tr>
      <w:tr w:rsidR="006522FA" w:rsidRPr="00E317C0" w14:paraId="7269CDDA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8126C" w14:textId="77777777" w:rsidR="006522FA" w:rsidRPr="00E317C0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79731" w14:textId="77777777" w:rsidR="006522FA" w:rsidRPr="00E317C0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02A77" w14:textId="77777777" w:rsidR="006522FA" w:rsidRPr="00E317C0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</w:pPr>
          </w:p>
        </w:tc>
      </w:tr>
    </w:tbl>
    <w:p w14:paraId="600B0DFE" w14:textId="29928084" w:rsidR="006522FA" w:rsidRPr="00E317C0" w:rsidRDefault="006522FA" w:rsidP="006522FA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</w:pPr>
      <w:r w:rsidRPr="00E317C0">
        <w:lastRenderedPageBreak/>
        <w:t xml:space="preserve">udzielamy gwarancji na okres </w:t>
      </w:r>
      <w:r w:rsidR="001320D2">
        <w:t>…………………….</w:t>
      </w:r>
      <w:r w:rsidRPr="00E317C0">
        <w:t xml:space="preserve"> licząc od daty odbioru końcowego</w:t>
      </w:r>
      <w:r w:rsidR="00253194" w:rsidRPr="00E317C0">
        <w:t xml:space="preserve"> przedmiotu zamówienia</w:t>
      </w:r>
      <w:r w:rsidR="00602D76">
        <w:t>,</w:t>
      </w:r>
    </w:p>
    <w:p w14:paraId="2324B566" w14:textId="77777777" w:rsidR="00640768" w:rsidRPr="00E317C0" w:rsidRDefault="00FF57EE" w:rsidP="00640768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</w:pPr>
      <w:r w:rsidRPr="00E317C0">
        <w:t xml:space="preserve">zapoznaliśmy się z </w:t>
      </w:r>
      <w:r w:rsidR="00A50E18" w:rsidRPr="00E317C0">
        <w:t xml:space="preserve">projektowanymi </w:t>
      </w:r>
      <w:r w:rsidRPr="00E317C0">
        <w:t>postanowieniami umowy</w:t>
      </w:r>
      <w:r w:rsidR="00A50E18" w:rsidRPr="00E317C0">
        <w:t xml:space="preserve"> w sprawie zamówienia publicznego</w:t>
      </w:r>
      <w:r w:rsidRPr="00E317C0">
        <w:t>, które zostały zawarte w S</w:t>
      </w:r>
      <w:r w:rsidR="006522FA" w:rsidRPr="00E317C0">
        <w:t>WZ</w:t>
      </w:r>
      <w:r w:rsidRPr="00E317C0">
        <w:t xml:space="preserve"> i zobowiązujemy się</w:t>
      </w:r>
      <w:r w:rsidR="00A50E18" w:rsidRPr="00E317C0">
        <w:t>,</w:t>
      </w:r>
      <w:r w:rsidRPr="00E317C0">
        <w:t xml:space="preserve"> w przypadku wyboru naszej oferty</w:t>
      </w:r>
      <w:r w:rsidR="00A50E18" w:rsidRPr="00E317C0">
        <w:t>,</w:t>
      </w:r>
      <w:r w:rsidRPr="00E317C0">
        <w:t xml:space="preserve"> do zawarcia umowy na zawartych tam warunkach, w miejscu i terminie wyznaczonym przez Zamawiającego</w:t>
      </w:r>
      <w:r w:rsidR="00640768" w:rsidRPr="00E317C0">
        <w:t>,</w:t>
      </w:r>
    </w:p>
    <w:p w14:paraId="524FC1A7" w14:textId="77777777" w:rsidR="00525EFF" w:rsidRDefault="00FF57EE" w:rsidP="009B316D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</w:pPr>
      <w:r w:rsidRPr="00E317C0">
        <w:t>wypełniliśmy obowiązki informacyjne przewidziane w art. 13 lub art. 14 RODO</w:t>
      </w:r>
      <w:r w:rsidR="008C5531" w:rsidRPr="00E317C0">
        <w:t xml:space="preserve"> </w:t>
      </w:r>
      <w:r w:rsidR="00640768" w:rsidRPr="00E317C0">
        <w:rPr>
          <w:rStyle w:val="Odwoanieprzypisudolnego"/>
          <w:b/>
          <w:bCs/>
          <w:color w:val="0070C0"/>
        </w:rPr>
        <w:footnoteReference w:id="3"/>
      </w:r>
      <w:r w:rsidRPr="00E317C0">
        <w:t xml:space="preserve"> wobec osób fizycznych, od których dane osobowe bezpośrednio lub pośrednio pozyskaliśmy w celu ubiegania się o udzielenie zamówienia publicznego w niniejszym postępowaniu</w:t>
      </w:r>
      <w:r w:rsidR="008C5531" w:rsidRPr="00E317C0">
        <w:t xml:space="preserve"> </w:t>
      </w:r>
      <w:r w:rsidR="00640768" w:rsidRPr="00E317C0">
        <w:rPr>
          <w:rStyle w:val="Odwoanieprzypisudolnego"/>
          <w:b/>
          <w:bCs/>
          <w:color w:val="0070C0"/>
        </w:rPr>
        <w:footnoteReference w:id="4"/>
      </w:r>
      <w:r w:rsidR="00525EFF" w:rsidRPr="00E317C0">
        <w:t>.</w:t>
      </w:r>
    </w:p>
    <w:p w14:paraId="58C4F4F7" w14:textId="77777777" w:rsidR="00E317C0" w:rsidRDefault="00E317C0" w:rsidP="00E317C0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</w:pPr>
      <w:r>
        <w:t>jesteśmy świadomi odpowiedzialności karnej za składanie fałszywych lub nierzetelnych albo stwierdzających nieprawdę oświadczeń i dokumentów mających istotne znaczenia dla uzyskania zamówienia publicznego (art. 297 § 1 kk).</w:t>
      </w:r>
    </w:p>
    <w:p w14:paraId="16F684A5" w14:textId="77777777" w:rsidR="00E317C0" w:rsidRPr="00E317C0" w:rsidRDefault="00E317C0" w:rsidP="00E317C0">
      <w:pPr>
        <w:pStyle w:val="Akapitzlist"/>
        <w:numPr>
          <w:ilvl w:val="0"/>
          <w:numId w:val="1"/>
        </w:numPr>
        <w:spacing w:line="360" w:lineRule="auto"/>
        <w:ind w:left="567" w:hanging="567"/>
        <w:jc w:val="both"/>
      </w:pPr>
      <w:r>
        <w:t xml:space="preserve">W przypadku udzielenia nam zamówienia osobą odpowiedzialną za realizację umowy </w:t>
      </w:r>
      <w:r w:rsidR="00CA322E">
        <w:t>wskazaną w umowie</w:t>
      </w:r>
      <w:r>
        <w:t xml:space="preserve"> będzie ................................................., tel. .........................., </w:t>
      </w:r>
      <w:r w:rsidR="00CA322E">
        <w:br/>
      </w:r>
      <w:r>
        <w:t>e-mail: .................................</w:t>
      </w:r>
    </w:p>
    <w:p w14:paraId="0A4B6A6A" w14:textId="77777777" w:rsidR="002C23F2" w:rsidRPr="00E317C0" w:rsidRDefault="004E4F1B" w:rsidP="009B316D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b/>
        </w:rPr>
      </w:pPr>
      <w:r w:rsidRPr="00E317C0">
        <w:rPr>
          <w:b/>
        </w:rPr>
        <w:t>INFORMUJEMY</w:t>
      </w:r>
      <w:r w:rsidR="00267D1F" w:rsidRPr="00E317C0">
        <w:rPr>
          <w:bCs/>
        </w:rPr>
        <w:t>, że wybór oferty</w:t>
      </w:r>
      <w:r w:rsidR="008C5531" w:rsidRPr="00E317C0">
        <w:rPr>
          <w:bCs/>
          <w:vertAlign w:val="superscript"/>
        </w:rPr>
        <w:t xml:space="preserve"> </w:t>
      </w:r>
      <w:r w:rsidR="008C5531" w:rsidRPr="00E317C0">
        <w:rPr>
          <w:rStyle w:val="Odwoanieprzypisudolnego"/>
          <w:b/>
          <w:color w:val="0070C0"/>
        </w:rPr>
        <w:footnoteReference w:id="5"/>
      </w:r>
      <w:r w:rsidR="00267D1F" w:rsidRPr="00E317C0">
        <w:rPr>
          <w:bCs/>
        </w:rPr>
        <w:t>:</w:t>
      </w:r>
    </w:p>
    <w:p w14:paraId="0A3E0807" w14:textId="3631F596" w:rsidR="00CE1552" w:rsidRPr="00E317C0" w:rsidRDefault="009B316D" w:rsidP="009B316D">
      <w:pPr>
        <w:pStyle w:val="Akapitzlist"/>
        <w:spacing w:line="360" w:lineRule="auto"/>
        <w:ind w:left="284"/>
        <w:jc w:val="both"/>
        <w:rPr>
          <w:b/>
        </w:rPr>
      </w:pPr>
      <w:r w:rsidRPr="00E317C0">
        <w:rPr>
          <w:b/>
        </w:rPr>
        <w:object w:dxaOrig="1440" w:dyaOrig="1440" w14:anchorId="46729E1D">
          <v:shape id="_x0000_i1053" type="#_x0000_t75" style="width:142.5pt;height:17.25pt" o:ole="">
            <v:imagedata r:id="rId20" o:title=""/>
          </v:shape>
          <w:control r:id="rId21" w:name="CheckBox1" w:shapeid="_x0000_i1053"/>
        </w:object>
      </w:r>
    </w:p>
    <w:p w14:paraId="08C6ABC5" w14:textId="77777777" w:rsidR="00CE1552" w:rsidRPr="00E317C0" w:rsidRDefault="003A37A9" w:rsidP="009B316D">
      <w:pPr>
        <w:pStyle w:val="Akapitzlist"/>
        <w:spacing w:line="360" w:lineRule="auto"/>
        <w:ind w:left="284"/>
        <w:jc w:val="both"/>
        <w:rPr>
          <w:bCs/>
        </w:rPr>
      </w:pPr>
      <w:r w:rsidRPr="00E317C0">
        <w:rPr>
          <w:bCs/>
        </w:rPr>
        <w:t xml:space="preserve">do powstania u Zamawiającego obowiązku podatkowego zgodnie z ustawą dnia 11 marca 2004 r. o podatku od towarów i usług </w:t>
      </w:r>
      <w:r w:rsidR="002A516E" w:rsidRPr="00E317C0">
        <w:rPr>
          <w:bCs/>
        </w:rPr>
        <w:t>(t.j. Dz.U. z 2022r. poz. 931</w:t>
      </w:r>
      <w:r w:rsidRPr="00E317C0">
        <w:rPr>
          <w:bCs/>
        </w:rPr>
        <w:t>).</w:t>
      </w:r>
    </w:p>
    <w:p w14:paraId="48B85306" w14:textId="77777777" w:rsidR="003A37A9" w:rsidRPr="00E317C0" w:rsidRDefault="003A37A9" w:rsidP="003A37A9">
      <w:pPr>
        <w:pStyle w:val="Akapitzlist"/>
        <w:ind w:left="284"/>
        <w:jc w:val="both"/>
        <w:rPr>
          <w:bCs/>
          <w:sz w:val="6"/>
          <w:szCs w:val="6"/>
        </w:rPr>
      </w:pPr>
    </w:p>
    <w:p w14:paraId="6255D855" w14:textId="62C93810" w:rsidR="003A37A9" w:rsidRPr="00E317C0" w:rsidRDefault="003A37A9" w:rsidP="003A37A9">
      <w:pPr>
        <w:pStyle w:val="Akapitzlist"/>
        <w:spacing w:before="360" w:after="120"/>
        <w:ind w:left="284"/>
        <w:jc w:val="both"/>
        <w:rPr>
          <w:b/>
        </w:rPr>
      </w:pPr>
      <w:r w:rsidRPr="00E317C0">
        <w:rPr>
          <w:b/>
        </w:rPr>
        <w:object w:dxaOrig="1440" w:dyaOrig="1440" w14:anchorId="36289CDF">
          <v:shape id="_x0000_i1055" type="#_x0000_t75" style="width:180.75pt;height:21.75pt" o:ole="">
            <v:imagedata r:id="rId22" o:title=""/>
          </v:shape>
          <w:control r:id="rId23" w:name="CheckBox2" w:shapeid="_x0000_i1055"/>
        </w:object>
      </w:r>
    </w:p>
    <w:p w14:paraId="125915D7" w14:textId="77777777" w:rsidR="003A37A9" w:rsidRPr="00E317C0" w:rsidRDefault="003A37A9" w:rsidP="00367F75">
      <w:pPr>
        <w:pStyle w:val="Akapitzlist"/>
        <w:spacing w:after="60" w:line="360" w:lineRule="auto"/>
        <w:ind w:left="284"/>
        <w:jc w:val="both"/>
        <w:rPr>
          <w:bCs/>
        </w:rPr>
      </w:pPr>
      <w:r w:rsidRPr="00E317C0">
        <w:rPr>
          <w:bCs/>
        </w:rPr>
        <w:t>do powstania u Zamawiającego obowiązku podatkowego zgodnie z ustawą dnia 11 marca 2004 r. o podatku od towarów i usług (</w:t>
      </w:r>
      <w:r w:rsidR="002A516E" w:rsidRPr="00E317C0">
        <w:rPr>
          <w:bCs/>
        </w:rPr>
        <w:t>t.j. Dz.U. z 2022r. poz. 931</w:t>
      </w:r>
      <w:r w:rsidRPr="00E317C0">
        <w:rPr>
          <w:bCs/>
        </w:rPr>
        <w:t>), w 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551"/>
        <w:gridCol w:w="2948"/>
      </w:tblGrid>
      <w:tr w:rsidR="003A37A9" w:rsidRPr="00E317C0" w14:paraId="57A36954" w14:textId="77777777" w:rsidTr="00B56BE6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A78E3A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E317C0">
              <w:rPr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083EF4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E317C0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640875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E317C0">
              <w:rPr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A5470B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E317C0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E317C0" w14:paraId="3885C40B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B0C8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A667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644F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E897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A37A9" w:rsidRPr="00E317C0" w14:paraId="78A1E9F1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EB601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46A9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BCCC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E49A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7698C872" w14:textId="77777777" w:rsidR="00525EFF" w:rsidRPr="00E317C0" w:rsidRDefault="00525EFF" w:rsidP="00B56BE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</w:pPr>
      <w:r w:rsidRPr="00E317C0">
        <w:rPr>
          <w:b/>
        </w:rPr>
        <w:t>WS</w:t>
      </w:r>
      <w:r w:rsidR="00B56BE6" w:rsidRPr="00E317C0">
        <w:rPr>
          <w:b/>
        </w:rPr>
        <w:t xml:space="preserve">KAZUJEMY </w:t>
      </w:r>
      <w:r w:rsidR="00B56BE6" w:rsidRPr="00E317C0">
        <w:rPr>
          <w:bCs/>
        </w:rPr>
        <w:t>osobę upoważnioną do kontaktu</w:t>
      </w:r>
      <w:r w:rsidRPr="00E317C0">
        <w:t xml:space="preserve"> w sprawie </w:t>
      </w:r>
      <w:r w:rsidR="00B56BE6" w:rsidRPr="00E317C0">
        <w:t>przedmiotowego postępowania</w:t>
      </w:r>
      <w:r w:rsidRPr="00E317C0"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6703"/>
      </w:tblGrid>
      <w:tr w:rsidR="00AE2ACB" w:rsidRPr="00E317C0" w14:paraId="7953EA8A" w14:textId="77777777" w:rsidTr="00B56BE6">
        <w:tc>
          <w:tcPr>
            <w:tcW w:w="1984" w:type="dxa"/>
            <w:vAlign w:val="center"/>
          </w:tcPr>
          <w:p w14:paraId="5E4EAE08" w14:textId="77777777" w:rsidR="00AE2ACB" w:rsidRPr="00E317C0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317C0">
              <w:rPr>
                <w:rFonts w:eastAsia="Calibri"/>
              </w:rPr>
              <w:lastRenderedPageBreak/>
              <w:t>Imię i nazwisko</w:t>
            </w:r>
          </w:p>
        </w:tc>
        <w:tc>
          <w:tcPr>
            <w:tcW w:w="6836" w:type="dxa"/>
          </w:tcPr>
          <w:p w14:paraId="0B77430C" w14:textId="77777777" w:rsidR="00AE2ACB" w:rsidRPr="00E317C0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E317C0" w14:paraId="3272E2FB" w14:textId="77777777" w:rsidTr="00B56BE6">
        <w:tc>
          <w:tcPr>
            <w:tcW w:w="1984" w:type="dxa"/>
            <w:vAlign w:val="center"/>
          </w:tcPr>
          <w:p w14:paraId="23599F67" w14:textId="77777777" w:rsidR="00AE2ACB" w:rsidRPr="00E317C0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317C0">
              <w:rPr>
                <w:rFonts w:eastAsia="Calibri"/>
              </w:rPr>
              <w:t>Telefon</w:t>
            </w:r>
          </w:p>
        </w:tc>
        <w:tc>
          <w:tcPr>
            <w:tcW w:w="6836" w:type="dxa"/>
          </w:tcPr>
          <w:p w14:paraId="40450238" w14:textId="77777777" w:rsidR="00AE2ACB" w:rsidRPr="00E317C0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E317C0" w14:paraId="41B12349" w14:textId="77777777" w:rsidTr="00B56BE6">
        <w:tc>
          <w:tcPr>
            <w:tcW w:w="1984" w:type="dxa"/>
            <w:vAlign w:val="center"/>
          </w:tcPr>
          <w:p w14:paraId="7C7A7958" w14:textId="77777777" w:rsidR="00AE2ACB" w:rsidRPr="00E317C0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317C0">
              <w:rPr>
                <w:rFonts w:eastAsia="Calibri"/>
              </w:rPr>
              <w:t>e-mail</w:t>
            </w:r>
          </w:p>
        </w:tc>
        <w:tc>
          <w:tcPr>
            <w:tcW w:w="6836" w:type="dxa"/>
          </w:tcPr>
          <w:p w14:paraId="018E0DB9" w14:textId="77777777" w:rsidR="00AE2ACB" w:rsidRPr="00E317C0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43A38063" w14:textId="77777777" w:rsidR="00525EFF" w:rsidRPr="00E317C0" w:rsidRDefault="009B316D" w:rsidP="00EA28A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</w:pPr>
      <w:r w:rsidRPr="00E317C0">
        <w:rPr>
          <w:b/>
          <w:bCs/>
        </w:rPr>
        <w:t>DOŁĄCZAMY</w:t>
      </w:r>
      <w:r w:rsidR="0097776D" w:rsidRPr="00E317C0">
        <w:t xml:space="preserve"> do oferty</w:t>
      </w:r>
      <w:r w:rsidRPr="00E317C0">
        <w:t xml:space="preserve"> następujące załączniki</w:t>
      </w:r>
      <w:r w:rsidR="00AF4AC3" w:rsidRPr="00E317C0">
        <w:t>, stanowiąc</w:t>
      </w:r>
      <w:r w:rsidRPr="00E317C0">
        <w:t>e</w:t>
      </w:r>
      <w:r w:rsidR="00AF4AC3" w:rsidRPr="00E317C0">
        <w:t xml:space="preserve"> jej integralną część</w:t>
      </w:r>
      <w:r w:rsidRPr="00E317C0">
        <w:t>:</w:t>
      </w:r>
    </w:p>
    <w:p w14:paraId="7281253C" w14:textId="77777777" w:rsidR="009B316D" w:rsidRPr="00E317C0" w:rsidRDefault="009B316D" w:rsidP="00EA28A0">
      <w:pPr>
        <w:pStyle w:val="Akapitzlist"/>
        <w:spacing w:before="120" w:line="360" w:lineRule="auto"/>
        <w:ind w:left="284"/>
        <w:jc w:val="both"/>
      </w:pPr>
      <w:r w:rsidRPr="00E317C0">
        <w:rPr>
          <w:i/>
          <w:iCs/>
          <w:color w:val="0070C0"/>
          <w:sz w:val="20"/>
          <w:szCs w:val="20"/>
        </w:rPr>
        <w:t xml:space="preserve">(należy </w:t>
      </w:r>
      <w:r w:rsidR="00EA28A0" w:rsidRPr="00E317C0">
        <w:rPr>
          <w:i/>
          <w:iCs/>
          <w:color w:val="0070C0"/>
          <w:sz w:val="20"/>
          <w:szCs w:val="20"/>
        </w:rPr>
        <w:t>wskazać wszystkie oświadczenia / dokumenty dołączone do oferty</w:t>
      </w:r>
      <w:r w:rsidRPr="00E317C0">
        <w:rPr>
          <w:i/>
          <w:iCs/>
          <w:color w:val="0070C0"/>
          <w:sz w:val="20"/>
          <w:szCs w:val="20"/>
        </w:rPr>
        <w:t>)</w:t>
      </w:r>
    </w:p>
    <w:p w14:paraId="5F7E75BE" w14:textId="77777777" w:rsidR="007D475B" w:rsidRPr="00E317C0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bCs/>
        </w:rPr>
      </w:pPr>
      <w:r w:rsidRPr="00E317C0">
        <w:rPr>
          <w:bCs/>
        </w:rPr>
        <w:t>_____________________________</w:t>
      </w:r>
      <w:r w:rsidR="00AF4AC3" w:rsidRPr="00E317C0">
        <w:rPr>
          <w:bCs/>
        </w:rPr>
        <w:t>__________________________________</w:t>
      </w:r>
    </w:p>
    <w:p w14:paraId="1177D91C" w14:textId="77777777" w:rsidR="0097776D" w:rsidRPr="00E317C0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Cs/>
        </w:rPr>
      </w:pPr>
      <w:r w:rsidRPr="00E317C0">
        <w:rPr>
          <w:bCs/>
        </w:rPr>
        <w:t>_______________________________</w:t>
      </w:r>
      <w:r w:rsidR="00AF4AC3" w:rsidRPr="00E317C0">
        <w:rPr>
          <w:bCs/>
        </w:rPr>
        <w:t>_____________________</w:t>
      </w:r>
      <w:r w:rsidR="009B316D" w:rsidRPr="00E317C0">
        <w:rPr>
          <w:bCs/>
        </w:rPr>
        <w:t>_</w:t>
      </w:r>
      <w:r w:rsidR="00AF4AC3" w:rsidRPr="00E317C0">
        <w:rPr>
          <w:bCs/>
        </w:rPr>
        <w:t>__________</w:t>
      </w:r>
    </w:p>
    <w:p w14:paraId="3DD0CDE8" w14:textId="77777777" w:rsidR="004D4F17" w:rsidRPr="00E317C0" w:rsidRDefault="004D4F17" w:rsidP="00814ACA">
      <w:pPr>
        <w:tabs>
          <w:tab w:val="center" w:pos="7655"/>
        </w:tabs>
        <w:spacing w:line="320" w:lineRule="atLeast"/>
        <w:ind w:left="5670"/>
        <w:rPr>
          <w:iCs/>
        </w:rPr>
      </w:pPr>
    </w:p>
    <w:p w14:paraId="0E7802BE" w14:textId="77777777" w:rsidR="00814ACA" w:rsidRPr="00E317C0" w:rsidRDefault="00814ACA" w:rsidP="00814ACA">
      <w:pPr>
        <w:tabs>
          <w:tab w:val="center" w:pos="7655"/>
        </w:tabs>
        <w:spacing w:line="320" w:lineRule="atLeast"/>
        <w:ind w:left="5670"/>
        <w:rPr>
          <w:iCs/>
        </w:rPr>
      </w:pPr>
      <w:r w:rsidRPr="00E317C0">
        <w:rPr>
          <w:iCs/>
        </w:rPr>
        <w:t>…………………………</w:t>
      </w:r>
    </w:p>
    <w:p w14:paraId="2D0DF51D" w14:textId="77777777" w:rsidR="00814ACA" w:rsidRPr="00E317C0" w:rsidRDefault="00FD166E" w:rsidP="00FD166E">
      <w:pPr>
        <w:tabs>
          <w:tab w:val="center" w:pos="7655"/>
        </w:tabs>
        <w:spacing w:line="320" w:lineRule="atLeast"/>
        <w:ind w:left="5670"/>
        <w:rPr>
          <w:iCs/>
          <w:sz w:val="20"/>
          <w:szCs w:val="20"/>
        </w:rPr>
      </w:pPr>
      <w:r w:rsidRPr="00E317C0">
        <w:rPr>
          <w:iCs/>
          <w:sz w:val="20"/>
          <w:szCs w:val="20"/>
        </w:rPr>
        <w:t xml:space="preserve">            </w:t>
      </w:r>
      <w:r w:rsidR="00814ACA" w:rsidRPr="00E317C0">
        <w:rPr>
          <w:iCs/>
          <w:sz w:val="20"/>
          <w:szCs w:val="20"/>
        </w:rPr>
        <w:t>[podpis</w:t>
      </w:r>
      <w:r w:rsidRPr="00E317C0">
        <w:rPr>
          <w:iCs/>
          <w:sz w:val="20"/>
          <w:szCs w:val="20"/>
        </w:rPr>
        <w:t xml:space="preserve"> </w:t>
      </w:r>
      <w:r w:rsidRPr="00E317C0">
        <w:rPr>
          <w:rStyle w:val="Odwoanieprzypisudolnego"/>
          <w:b/>
          <w:bCs/>
          <w:iCs/>
          <w:color w:val="0070C0"/>
          <w:sz w:val="20"/>
          <w:szCs w:val="20"/>
        </w:rPr>
        <w:footnoteReference w:id="6"/>
      </w:r>
      <w:r w:rsidR="00814ACA" w:rsidRPr="00E317C0">
        <w:rPr>
          <w:iCs/>
          <w:sz w:val="20"/>
          <w:szCs w:val="20"/>
        </w:rPr>
        <w:t>]</w:t>
      </w:r>
    </w:p>
    <w:sectPr w:rsidR="00814ACA" w:rsidRPr="00E317C0" w:rsidSect="00CD61C7">
      <w:headerReference w:type="default" r:id="rId24"/>
      <w:footerReference w:type="default" r:id="rId25"/>
      <w:pgSz w:w="11906" w:h="16838"/>
      <w:pgMar w:top="993" w:right="1417" w:bottom="709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5D44B" w14:textId="77777777" w:rsidR="00CA2B74" w:rsidRDefault="00CA2B74" w:rsidP="00FF57EE">
      <w:r>
        <w:separator/>
      </w:r>
    </w:p>
  </w:endnote>
  <w:endnote w:type="continuationSeparator" w:id="0">
    <w:p w14:paraId="018F5344" w14:textId="77777777" w:rsidR="00CA2B74" w:rsidRDefault="00CA2B74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2CEB0" w14:textId="77777777" w:rsidR="00563DC0" w:rsidRPr="00563DC0" w:rsidRDefault="00563DC0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Calibri" w:eastAsia="Calibri" w:hAnsi="Calibri"/>
        <w:sz w:val="22"/>
        <w:szCs w:val="22"/>
        <w:lang w:eastAsia="en-US"/>
      </w:rPr>
    </w:pPr>
    <w:r w:rsidRPr="00563DC0">
      <w:rPr>
        <w:rFonts w:ascii="Arial" w:eastAsia="Calibri" w:hAnsi="Arial"/>
        <w:sz w:val="18"/>
        <w:szCs w:val="18"/>
        <w:lang w:eastAsia="en-US"/>
      </w:rPr>
      <w:tab/>
    </w:r>
    <w:r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1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Pr="00563DC0">
      <w:rPr>
        <w:rFonts w:ascii="Arial" w:eastAsia="Calibri" w:hAnsi="Arial"/>
        <w:sz w:val="18"/>
        <w:szCs w:val="18"/>
        <w:lang w:eastAsia="en-US"/>
      </w:rPr>
      <w:t>/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2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D6775" w14:textId="77777777" w:rsidR="00CA2B74" w:rsidRDefault="00CA2B74" w:rsidP="00FF57EE">
      <w:r>
        <w:separator/>
      </w:r>
    </w:p>
  </w:footnote>
  <w:footnote w:type="continuationSeparator" w:id="0">
    <w:p w14:paraId="7716ECAC" w14:textId="77777777" w:rsidR="00CA2B74" w:rsidRDefault="00CA2B74" w:rsidP="00FF57EE">
      <w:r>
        <w:continuationSeparator/>
      </w:r>
    </w:p>
  </w:footnote>
  <w:footnote w:id="1">
    <w:p w14:paraId="6F86E759" w14:textId="77777777" w:rsidR="00563DC0" w:rsidRPr="00C754AE" w:rsidRDefault="00497AEE" w:rsidP="00563DC0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 xml:space="preserve">. </w:t>
      </w:r>
    </w:p>
    <w:p w14:paraId="256646C8" w14:textId="77777777" w:rsidR="00563DC0" w:rsidRPr="00C754AE" w:rsidRDefault="00563DC0" w:rsidP="00563DC0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r w:rsidR="00216425" w:rsidRPr="00216425">
        <w:rPr>
          <w:rFonts w:ascii="Arial" w:hAnsi="Arial" w:cs="Arial"/>
          <w:color w:val="0070C0"/>
          <w:sz w:val="18"/>
          <w:szCs w:val="18"/>
        </w:rPr>
        <w:t>t.j. Dz. U. z 2023r. poz. 221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5FB62D76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6AFAFAA8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96EE35C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6E1522A6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3BDF3F87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AD86E" w14:textId="2789C82A" w:rsidR="00AE2ACB" w:rsidRPr="00AE2ACB" w:rsidRDefault="00193F60">
    <w:pPr>
      <w:pStyle w:val="Nagwek"/>
      <w:rPr>
        <w:sz w:val="20"/>
        <w:szCs w:val="20"/>
      </w:rPr>
    </w:pPr>
    <w:r>
      <w:rPr>
        <w:sz w:val="20"/>
        <w:szCs w:val="20"/>
      </w:rPr>
      <w:t>Numer referencyjny postępowania:</w:t>
    </w:r>
    <w:r w:rsidR="00AE2ACB" w:rsidRPr="00AE2ACB">
      <w:rPr>
        <w:sz w:val="20"/>
        <w:szCs w:val="20"/>
      </w:rPr>
      <w:t xml:space="preserve"> </w:t>
    </w:r>
    <w:r w:rsidR="008D04A2">
      <w:rPr>
        <w:sz w:val="20"/>
        <w:szCs w:val="20"/>
      </w:rPr>
      <w:t>70</w:t>
    </w:r>
    <w:r w:rsidR="005A3C22" w:rsidRPr="008A1BC4">
      <w:rPr>
        <w:sz w:val="20"/>
        <w:szCs w:val="20"/>
      </w:rPr>
      <w:t>-P-25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multilevel"/>
    <w:tmpl w:val="4E104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19571719">
    <w:abstractNumId w:val="2"/>
  </w:num>
  <w:num w:numId="2" w16cid:durableId="2004233064">
    <w:abstractNumId w:val="0"/>
  </w:num>
  <w:num w:numId="3" w16cid:durableId="1999457636">
    <w:abstractNumId w:val="1"/>
  </w:num>
  <w:num w:numId="4" w16cid:durableId="8050032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B74"/>
    <w:rsid w:val="00077EBA"/>
    <w:rsid w:val="001063D3"/>
    <w:rsid w:val="001129C0"/>
    <w:rsid w:val="001320D2"/>
    <w:rsid w:val="00140C27"/>
    <w:rsid w:val="0014684A"/>
    <w:rsid w:val="00193F60"/>
    <w:rsid w:val="001C7D84"/>
    <w:rsid w:val="001F1C13"/>
    <w:rsid w:val="00216425"/>
    <w:rsid w:val="002214DB"/>
    <w:rsid w:val="00253194"/>
    <w:rsid w:val="00267D1F"/>
    <w:rsid w:val="002A516E"/>
    <w:rsid w:val="002C23F2"/>
    <w:rsid w:val="002E612D"/>
    <w:rsid w:val="00313101"/>
    <w:rsid w:val="00315E5E"/>
    <w:rsid w:val="00321862"/>
    <w:rsid w:val="00367F75"/>
    <w:rsid w:val="003A37A9"/>
    <w:rsid w:val="003B769C"/>
    <w:rsid w:val="003E0201"/>
    <w:rsid w:val="00451426"/>
    <w:rsid w:val="00497AEE"/>
    <w:rsid w:val="004B1599"/>
    <w:rsid w:val="004C59EC"/>
    <w:rsid w:val="004D4F17"/>
    <w:rsid w:val="004D5A42"/>
    <w:rsid w:val="004E4F1B"/>
    <w:rsid w:val="00525EFF"/>
    <w:rsid w:val="0053032F"/>
    <w:rsid w:val="005564F9"/>
    <w:rsid w:val="00556DAA"/>
    <w:rsid w:val="00563DC0"/>
    <w:rsid w:val="00574A9C"/>
    <w:rsid w:val="005844F6"/>
    <w:rsid w:val="005A3C22"/>
    <w:rsid w:val="005F6F5F"/>
    <w:rsid w:val="00602D76"/>
    <w:rsid w:val="00640768"/>
    <w:rsid w:val="00647712"/>
    <w:rsid w:val="006522FA"/>
    <w:rsid w:val="00682845"/>
    <w:rsid w:val="006B63D6"/>
    <w:rsid w:val="006C641D"/>
    <w:rsid w:val="006D09E0"/>
    <w:rsid w:val="007D475B"/>
    <w:rsid w:val="007E331F"/>
    <w:rsid w:val="007E69B3"/>
    <w:rsid w:val="007F3E87"/>
    <w:rsid w:val="00814ACA"/>
    <w:rsid w:val="00894D5D"/>
    <w:rsid w:val="008A1BC4"/>
    <w:rsid w:val="008C3E5F"/>
    <w:rsid w:val="008C5531"/>
    <w:rsid w:val="008D04A2"/>
    <w:rsid w:val="009312B4"/>
    <w:rsid w:val="00932E17"/>
    <w:rsid w:val="0093599F"/>
    <w:rsid w:val="009569B2"/>
    <w:rsid w:val="0097776D"/>
    <w:rsid w:val="00983D1D"/>
    <w:rsid w:val="009B316D"/>
    <w:rsid w:val="009B3485"/>
    <w:rsid w:val="009D75A8"/>
    <w:rsid w:val="00A235D5"/>
    <w:rsid w:val="00A23973"/>
    <w:rsid w:val="00A30343"/>
    <w:rsid w:val="00A50E18"/>
    <w:rsid w:val="00A8509D"/>
    <w:rsid w:val="00AA39D6"/>
    <w:rsid w:val="00AE2ACB"/>
    <w:rsid w:val="00AF4AC3"/>
    <w:rsid w:val="00AF662E"/>
    <w:rsid w:val="00B42ED4"/>
    <w:rsid w:val="00B47637"/>
    <w:rsid w:val="00B56BE6"/>
    <w:rsid w:val="00B86D25"/>
    <w:rsid w:val="00B87AFB"/>
    <w:rsid w:val="00B9086B"/>
    <w:rsid w:val="00B964C4"/>
    <w:rsid w:val="00BC4F99"/>
    <w:rsid w:val="00BE474D"/>
    <w:rsid w:val="00C11FEF"/>
    <w:rsid w:val="00C22F7D"/>
    <w:rsid w:val="00C377C0"/>
    <w:rsid w:val="00C749A9"/>
    <w:rsid w:val="00C754AE"/>
    <w:rsid w:val="00C85374"/>
    <w:rsid w:val="00CA2B74"/>
    <w:rsid w:val="00CA322E"/>
    <w:rsid w:val="00CD2557"/>
    <w:rsid w:val="00CD61C7"/>
    <w:rsid w:val="00CE1552"/>
    <w:rsid w:val="00CE3AE6"/>
    <w:rsid w:val="00D554C7"/>
    <w:rsid w:val="00D5631A"/>
    <w:rsid w:val="00D613AB"/>
    <w:rsid w:val="00DC336F"/>
    <w:rsid w:val="00E1735C"/>
    <w:rsid w:val="00E317C0"/>
    <w:rsid w:val="00E949A2"/>
    <w:rsid w:val="00EA28A0"/>
    <w:rsid w:val="00EB7584"/>
    <w:rsid w:val="00ED4154"/>
    <w:rsid w:val="00EF1FDB"/>
    <w:rsid w:val="00F05F97"/>
    <w:rsid w:val="00F134D5"/>
    <w:rsid w:val="00F31EAC"/>
    <w:rsid w:val="00F7377B"/>
    <w:rsid w:val="00FA723B"/>
    <w:rsid w:val="00FB09C9"/>
    <w:rsid w:val="00FC151A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5CEA9CC1"/>
  <w15:chartTrackingRefBased/>
  <w15:docId w15:val="{F374BAFC-4755-407F-BC76-86F67B577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customStyle="1" w:styleId="pkt">
    <w:name w:val="pkt"/>
    <w:basedOn w:val="Normalny"/>
    <w:rsid w:val="00F05F97"/>
    <w:pPr>
      <w:spacing w:before="60" w:after="60"/>
      <w:ind w:left="851" w:hanging="295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s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4</Pages>
  <Words>730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amms</dc:creator>
  <cp:keywords/>
  <dc:description/>
  <cp:lastModifiedBy>Alicja Kalisz</cp:lastModifiedBy>
  <cp:revision>3</cp:revision>
  <dcterms:created xsi:type="dcterms:W3CDTF">2025-10-30T18:43:00Z</dcterms:created>
  <dcterms:modified xsi:type="dcterms:W3CDTF">2025-12-02T09:34:00Z</dcterms:modified>
</cp:coreProperties>
</file>